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0F0CC6" w:rsidRPr="000F0CC6">
        <w:rPr>
          <w:b/>
          <w:bCs/>
          <w:sz w:val="28"/>
          <w:szCs w:val="28"/>
        </w:rPr>
        <w:t>PREPARATÓW DEZYNFEKCYJNYCH Z 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za pomocą środków komunikacji elektronicznej na adres</w:t>
      </w:r>
      <w:bookmarkStart w:id="0" w:name="_GoBack"/>
      <w:bookmarkEnd w:id="0"/>
      <w:r>
        <w:rPr>
          <w:sz w:val="22"/>
          <w:szCs w:val="22"/>
        </w:rPr>
        <w:t xml:space="preserve">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A50565" w:rsidRPr="002C0313" w:rsidRDefault="00116660" w:rsidP="002C0313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EB16B7" w:rsidRPr="00EB16B7">
        <w:rPr>
          <w:rFonts w:asciiTheme="minorHAnsi" w:hAnsiTheme="minorHAnsi"/>
          <w:b/>
          <w:sz w:val="22"/>
        </w:rPr>
        <w:t>dostawa preparatów dezynfekcyjnych z podziałem na części</w:t>
      </w:r>
      <w:r w:rsidR="0020623A">
        <w:rPr>
          <w:b/>
          <w:szCs w:val="20"/>
        </w:rPr>
        <w:t>”</w:t>
      </w: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Pr="002C0313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6A26EC" w:rsidRDefault="00043CAF" w:rsidP="00431D2B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431D2B" w:rsidRPr="00431D2B" w:rsidRDefault="00431D2B" w:rsidP="00431D2B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BA1D0A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BA1D0A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9E4A30" w:rsidP="0040028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VIII</w:t>
      </w:r>
      <w:r w:rsidR="0040028D" w:rsidRPr="0040028D">
        <w:rPr>
          <w:b/>
          <w:sz w:val="22"/>
          <w:szCs w:val="22"/>
        </w:rPr>
        <w:t>.</w:t>
      </w:r>
      <w:r w:rsidR="0040028D"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9E4A30" w:rsidRPr="009E4A30" w:rsidRDefault="009E4A30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4F2" w:rsidRDefault="004A64F2">
      <w:r>
        <w:separator/>
      </w:r>
    </w:p>
  </w:endnote>
  <w:endnote w:type="continuationSeparator" w:id="0">
    <w:p w:rsidR="004A64F2" w:rsidRDefault="004A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5A6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4F2" w:rsidRDefault="004A64F2">
      <w:r>
        <w:separator/>
      </w:r>
    </w:p>
  </w:footnote>
  <w:footnote w:type="continuationSeparator" w:id="0">
    <w:p w:rsidR="004A64F2" w:rsidRDefault="004A64F2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D225A6">
      <w:rPr>
        <w:rFonts w:ascii="Arial" w:hAnsi="Arial"/>
        <w:noProof/>
        <w:sz w:val="20"/>
        <w:szCs w:val="20"/>
      </w:rPr>
      <w:t>k sprawy: SP ZOZ NZZP II 2400/38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00841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0CC6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0313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5351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31D2B"/>
    <w:rsid w:val="00437742"/>
    <w:rsid w:val="004405A9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A64F2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B65DB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45FE4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5D96"/>
    <w:rsid w:val="0068656F"/>
    <w:rsid w:val="00686838"/>
    <w:rsid w:val="006A26EC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67A8B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4A30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2FB"/>
    <w:rsid w:val="00B95EFE"/>
    <w:rsid w:val="00B96F89"/>
    <w:rsid w:val="00BA1D0A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4AA6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348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25A6"/>
    <w:rsid w:val="00D34459"/>
    <w:rsid w:val="00D35507"/>
    <w:rsid w:val="00D43DEB"/>
    <w:rsid w:val="00D54D83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765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6B7"/>
    <w:rsid w:val="00EB1923"/>
    <w:rsid w:val="00EB7210"/>
    <w:rsid w:val="00EC17B5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4A4B"/>
    <w:rsid w:val="00F06677"/>
    <w:rsid w:val="00F07BA1"/>
    <w:rsid w:val="00F13AB5"/>
    <w:rsid w:val="00F172AA"/>
    <w:rsid w:val="00F25435"/>
    <w:rsid w:val="00F30BFC"/>
    <w:rsid w:val="00F5641C"/>
    <w:rsid w:val="00F60080"/>
    <w:rsid w:val="00F64AE2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D7D1F-F473-4CE2-8016-FAFD63AB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89</TotalTime>
  <Pages>3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196</cp:revision>
  <cp:lastPrinted>2019-03-06T11:54:00Z</cp:lastPrinted>
  <dcterms:created xsi:type="dcterms:W3CDTF">2018-03-08T08:22:00Z</dcterms:created>
  <dcterms:modified xsi:type="dcterms:W3CDTF">2019-10-02T08:14:00Z</dcterms:modified>
  <cp:category/>
</cp:coreProperties>
</file>